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152986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152986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6D17A9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152986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BE282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1661504" wp14:editId="2A398DED">
            <wp:extent cx="2876550" cy="3824429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4777" cy="3835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BE282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46251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46251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keramische afvoerzeef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2986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512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17A9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2829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F47E4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3CAAC9E-FFF7-459C-ADF4-9C0601FBE32D}"/>
</file>

<file path=customXml/itemProps2.xml><?xml version="1.0" encoding="utf-8"?>
<ds:datastoreItem xmlns:ds="http://schemas.openxmlformats.org/officeDocument/2006/customXml" ds:itemID="{846653C2-8E42-418A-96A4-11E92BDDB082}"/>
</file>

<file path=customXml/itemProps3.xml><?xml version="1.0" encoding="utf-8"?>
<ds:datastoreItem xmlns:ds="http://schemas.openxmlformats.org/officeDocument/2006/customXml" ds:itemID="{8EE0D1F1-5E0D-4879-8B8D-B0283919F16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185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